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77777777" w:rsidR="004C3F20" w:rsidRPr="00712698" w:rsidRDefault="7A0B6D55" w:rsidP="7A0B6D55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7A0B6D55">
        <w:rPr>
          <w:rFonts w:ascii="Times New Roman" w:hAnsi="Times New Roman"/>
          <w:b w:val="0"/>
          <w:sz w:val="28"/>
          <w:szCs w:val="28"/>
        </w:rPr>
        <w:t>MARCHE DE TRAVAUX</w:t>
      </w:r>
    </w:p>
    <w:p w14:paraId="02458724" w14:textId="77777777" w:rsidR="00EF3E67" w:rsidRPr="00712698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405E1013" w14:textId="77777777" w:rsidR="006D5E9D" w:rsidRPr="00712698" w:rsidRDefault="006D5E9D" w:rsidP="004C3F20">
      <w:pPr>
        <w:pStyle w:val="Titre"/>
        <w:rPr>
          <w:rFonts w:ascii="Times New Roman" w:hAnsi="Times New Roman"/>
          <w:b w:val="0"/>
          <w:sz w:val="12"/>
          <w:szCs w:val="12"/>
          <w:u w:val="none"/>
        </w:rPr>
      </w:pPr>
    </w:p>
    <w:p w14:paraId="0F707567" w14:textId="77777777" w:rsidR="004C3F20" w:rsidRPr="00712698" w:rsidRDefault="004C3F20" w:rsidP="004C3F20">
      <w:pPr>
        <w:tabs>
          <w:tab w:val="left" w:pos="10065"/>
        </w:tabs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48EA2D1D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2DD3016B" w:rsidR="008D19EA" w:rsidRDefault="00973100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  <w:r w:rsidR="7A0B6D55" w:rsidRPr="7A0B6D55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48EA2D1D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5245" w:type="dxa"/>
            <w:vAlign w:val="center"/>
          </w:tcPr>
          <w:p w14:paraId="106B6D86" w14:textId="2B5656B8" w:rsidR="004C3F20" w:rsidRPr="00712698" w:rsidRDefault="7A0B6D55" w:rsidP="00973100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973100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2A02223B" w14:textId="77777777" w:rsidTr="48EA2D1D">
        <w:tc>
          <w:tcPr>
            <w:tcW w:w="4820" w:type="dxa"/>
            <w:vAlign w:val="center"/>
          </w:tcPr>
          <w:p w14:paraId="5C4EB840" w14:textId="32AFA68D" w:rsidR="004C3F20" w:rsidRPr="00712698" w:rsidRDefault="7A0B6D55" w:rsidP="00403496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de l’acheteur habilité par décision du directeur </w:t>
            </w:r>
            <w:r w:rsidR="00403496">
              <w:rPr>
                <w:rFonts w:ascii="Times New Roman" w:hAnsi="Times New Roman"/>
              </w:rPr>
              <w:t>du SID Sud-Est</w:t>
            </w:r>
          </w:p>
        </w:tc>
        <w:tc>
          <w:tcPr>
            <w:tcW w:w="5245" w:type="dxa"/>
            <w:vAlign w:val="center"/>
          </w:tcPr>
          <w:p w14:paraId="52FF5F91" w14:textId="34C73B02" w:rsidR="004C3F20" w:rsidRPr="00712698" w:rsidRDefault="00AA0181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  <w:lang w:eastAsia="ar-SA"/>
              </w:rPr>
              <w:t>Monsieur le chef de la division gestion du patrimoine  de service d’infrastructure de la défense Sud-Est</w:t>
            </w:r>
          </w:p>
        </w:tc>
      </w:tr>
      <w:tr w:rsidR="004C3F20" w:rsidRPr="00712698" w14:paraId="34039E2D" w14:textId="77777777" w:rsidTr="48EA2D1D">
        <w:trPr>
          <w:trHeight w:val="522"/>
        </w:trPr>
        <w:tc>
          <w:tcPr>
            <w:tcW w:w="4820" w:type="dxa"/>
            <w:vAlign w:val="center"/>
          </w:tcPr>
          <w:p w14:paraId="2EE80222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Maîtrise d’œuvre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5A69DE2" w14:textId="2BAFA9AE" w:rsidR="004C3F20" w:rsidRPr="00712698" w:rsidRDefault="00AA0181" w:rsidP="7A0B6D55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</w:rPr>
            </w:pPr>
            <w:bookmarkStart w:id="2" w:name="Moe1"/>
            <w:bookmarkEnd w:id="2"/>
            <w:r>
              <w:rPr>
                <w:rFonts w:ascii="Times New Roman" w:hAnsi="Times New Roman"/>
                <w:lang w:eastAsia="ar-SA"/>
              </w:rPr>
              <w:t>Unité de soutien de l’infrastructure de la défense de Lyon</w:t>
            </w:r>
          </w:p>
        </w:tc>
      </w:tr>
      <w:tr w:rsidR="004C3F20" w:rsidRPr="00712698" w14:paraId="61FB4B87" w14:textId="77777777" w:rsidTr="48EA2D1D">
        <w:trPr>
          <w:trHeight w:val="751"/>
        </w:trPr>
        <w:tc>
          <w:tcPr>
            <w:tcW w:w="4820" w:type="dxa"/>
            <w:vAlign w:val="center"/>
          </w:tcPr>
          <w:p w14:paraId="09D7EB3C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du Maître d’œuvre </w:t>
            </w:r>
          </w:p>
          <w:p w14:paraId="3B6809D4" w14:textId="56507D60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physique ayant pouvoir de signer les ordres de service</w:t>
            </w:r>
          </w:p>
          <w:p w14:paraId="214DEA3A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31BB5BAE" w14:textId="0FE5708A" w:rsidR="00AA0181" w:rsidRPr="00AA0181" w:rsidRDefault="00AA0181" w:rsidP="00AA0181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AA0181">
              <w:rPr>
                <w:rFonts w:ascii="Times New Roman" w:hAnsi="Times New Roman"/>
              </w:rPr>
              <w:t>M. Deni</w:t>
            </w:r>
            <w:r>
              <w:rPr>
                <w:rFonts w:ascii="Times New Roman" w:hAnsi="Times New Roman"/>
              </w:rPr>
              <w:t>s CHABERT</w:t>
            </w:r>
            <w:r w:rsidRPr="00AA0181">
              <w:rPr>
                <w:rFonts w:ascii="Times New Roman" w:hAnsi="Times New Roman"/>
              </w:rPr>
              <w:t>, chef de l’antenne d’Ambérieu-en-Bugey de l’USID de Lyon</w:t>
            </w:r>
          </w:p>
          <w:p w14:paraId="451F6F3D" w14:textId="68045B75" w:rsidR="004C3F20" w:rsidRPr="00AA0181" w:rsidRDefault="7A0B6D55" w:rsidP="00AA0181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AA0181">
              <w:rPr>
                <w:rFonts w:ascii="Times New Roman" w:hAnsi="Times New Roman"/>
              </w:rPr>
              <w:t xml:space="preserve">Tél fixe : </w:t>
            </w:r>
            <w:r w:rsidR="00AA0181" w:rsidRPr="00AA0181">
              <w:rPr>
                <w:rFonts w:ascii="Times New Roman" w:hAnsi="Times New Roman"/>
                <w:lang w:eastAsia="ar-SA"/>
              </w:rPr>
              <w:t>04 27 50 47 31</w:t>
            </w:r>
            <w:r w:rsidR="00AA0181" w:rsidRPr="00AA0181">
              <w:rPr>
                <w:rFonts w:ascii="Times New Roman" w:hAnsi="Times New Roman"/>
              </w:rPr>
              <w:t xml:space="preserve">  - Portable : 06 86 36 59 83</w:t>
            </w:r>
            <w:r w:rsidR="004C3F20" w:rsidRPr="00AA0181">
              <w:br/>
            </w:r>
            <w:r w:rsidRPr="00AA0181">
              <w:rPr>
                <w:rFonts w:ascii="Times New Roman" w:hAnsi="Times New Roman"/>
              </w:rPr>
              <w:t>courriel :</w:t>
            </w:r>
            <w:bookmarkStart w:id="3" w:name="Rmoe_tel"/>
            <w:bookmarkStart w:id="4" w:name="Rmoe_portable"/>
            <w:bookmarkStart w:id="5" w:name="Rmoe_fax"/>
            <w:bookmarkEnd w:id="3"/>
            <w:bookmarkEnd w:id="4"/>
            <w:bookmarkEnd w:id="5"/>
            <w:r w:rsidR="00AA0181" w:rsidRPr="00AA0181">
              <w:rPr>
                <w:rFonts w:ascii="Times New Roman" w:hAnsi="Times New Roman"/>
              </w:rPr>
              <w:t xml:space="preserve"> </w:t>
            </w:r>
            <w:hyperlink r:id="rId11" w:history="1">
              <w:r w:rsidR="00D63FC3" w:rsidRPr="00FC6421">
                <w:rPr>
                  <w:rStyle w:val="Lienhypertexte"/>
                  <w:rFonts w:ascii="Times New Roman" w:hAnsi="Times New Roman"/>
                </w:rPr>
                <w:t>denis.chabert@intradef.gouv.fr</w:t>
              </w:r>
            </w:hyperlink>
            <w:r w:rsidR="00D63FC3">
              <w:rPr>
                <w:rFonts w:ascii="Times New Roman" w:hAnsi="Times New Roman"/>
              </w:rPr>
              <w:t xml:space="preserve"> </w:t>
            </w:r>
          </w:p>
        </w:tc>
      </w:tr>
      <w:tr w:rsidR="004C3F20" w:rsidRPr="00712698" w14:paraId="699AF1CC" w14:textId="77777777" w:rsidTr="48EA2D1D">
        <w:tc>
          <w:tcPr>
            <w:tcW w:w="4820" w:type="dxa"/>
            <w:vAlign w:val="center"/>
          </w:tcPr>
          <w:p w14:paraId="008D681E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45BC9267" w:rsidR="004C3F20" w:rsidRPr="00712698" w:rsidRDefault="00973100" w:rsidP="00973100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Monsieur le directeur du 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48EA2D1D">
        <w:tc>
          <w:tcPr>
            <w:tcW w:w="4820" w:type="dxa"/>
            <w:vAlign w:val="center"/>
          </w:tcPr>
          <w:p w14:paraId="783B1139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791E3AA8" w:rsidR="000E7954" w:rsidRPr="00712698" w:rsidRDefault="7A0B6D55" w:rsidP="7A0B6D55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6" w:name="Comptable"/>
            <w:bookmarkEnd w:id="6"/>
            <w:r w:rsidRPr="7A0B6D55"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48EA2D1D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6363D467" w14:textId="77777777" w:rsidR="00AD3E84" w:rsidRPr="00AD3E84" w:rsidRDefault="7A0B6D55" w:rsidP="7A0B6D55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7D86503" w:rsidR="009276B6" w:rsidRPr="00712698" w:rsidRDefault="48EA2D1D" w:rsidP="48EA2D1D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48EA2D1D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7A0B6D55">
        <w:trPr>
          <w:trHeight w:val="711"/>
        </w:trPr>
        <w:tc>
          <w:tcPr>
            <w:tcW w:w="10065" w:type="dxa"/>
            <w:vAlign w:val="center"/>
          </w:tcPr>
          <w:p w14:paraId="573D7D75" w14:textId="605A41A5" w:rsidR="00AA0181" w:rsidRPr="00712698" w:rsidRDefault="00AA0181" w:rsidP="7A0B6D55">
            <w:pPr>
              <w:rPr>
                <w:rFonts w:ascii="Times New Roman" w:hAnsi="Times New Roman"/>
                <w:lang w:eastAsia="ar-SA"/>
              </w:rPr>
            </w:pPr>
            <w:bookmarkStart w:id="7" w:name="Objet_marche"/>
            <w:bookmarkEnd w:id="7"/>
            <w:r w:rsidRPr="00F11A20">
              <w:rPr>
                <w:rFonts w:ascii="Times New Roman" w:hAnsi="Times New Roman"/>
                <w:lang w:eastAsia="ar-SA"/>
              </w:rPr>
              <w:t>Objet</w:t>
            </w:r>
            <w:r w:rsidR="00F11A20" w:rsidRPr="00F11A20">
              <w:rPr>
                <w:rFonts w:ascii="Times New Roman" w:hAnsi="Times New Roman"/>
                <w:lang w:eastAsia="ar-SA"/>
              </w:rPr>
              <w:t xml:space="preserve"> </w:t>
            </w:r>
            <w:r w:rsidRPr="00F11A20">
              <w:rPr>
                <w:rFonts w:ascii="Times New Roman" w:hAnsi="Times New Roman"/>
                <w:lang w:eastAsia="ar-SA"/>
              </w:rPr>
              <w:t xml:space="preserve">: </w:t>
            </w:r>
            <w:r>
              <w:rPr>
                <w:rFonts w:ascii="Times New Roman" w:hAnsi="Times New Roman"/>
                <w:lang w:eastAsia="ar-SA"/>
              </w:rPr>
              <w:t>AMBERIEU EN BUGEY(01) – BASE AERIENNE 278 – BATIMENT HM8 : TRAVAUX DE RENOVATION EXTERIEURE ET D’AMENAGEMENT INTERIEUR</w:t>
            </w:r>
            <w:r>
              <w:rPr>
                <w:rFonts w:ascii="Times New Roman" w:hAnsi="Times New Roman"/>
                <w:lang w:eastAsia="ar-SA"/>
              </w:rPr>
              <w:br/>
            </w:r>
            <w:r w:rsidR="005146F9">
              <w:rPr>
                <w:rFonts w:ascii="Times New Roman" w:hAnsi="Times New Roman"/>
                <w:lang w:eastAsia="ar-SA"/>
              </w:rPr>
              <w:t>LOT 3 :  PLATRERIE – PEINTURE – FAUX PLAFOND – MENUISERIES INTERIEURES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</w:tblGrid>
      <w:tr w:rsidR="001B4DC6" w:rsidRPr="00712698" w14:paraId="25668CE1" w14:textId="77777777" w:rsidTr="7A0B6D55">
        <w:trPr>
          <w:trHeight w:hRule="exact" w:val="227"/>
        </w:trPr>
        <w:tc>
          <w:tcPr>
            <w:tcW w:w="5954" w:type="dxa"/>
            <w:vMerge w:val="restart"/>
            <w:shd w:val="clear" w:color="auto" w:fill="auto"/>
          </w:tcPr>
          <w:p w14:paraId="30D63972" w14:textId="77777777" w:rsidR="001B4DC6" w:rsidRPr="00712698" w:rsidRDefault="7A0B6D55" w:rsidP="7A0B6D55">
            <w:pPr>
              <w:jc w:val="both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Réservé à la mention « nantissement »</w:t>
            </w:r>
          </w:p>
        </w:tc>
      </w:tr>
      <w:tr w:rsidR="001B4DC6" w:rsidRPr="00712698" w14:paraId="2A12799C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665D7305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8C8B267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468E365F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676CEC15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568FD861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49C4105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086638C3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1C3F1043" w14:textId="77777777" w:rsidTr="001B4DC6">
        <w:trPr>
          <w:trHeight w:val="570"/>
        </w:trPr>
        <w:tc>
          <w:tcPr>
            <w:tcW w:w="5954" w:type="dxa"/>
            <w:vMerge/>
            <w:shd w:val="clear" w:color="auto" w:fill="auto"/>
          </w:tcPr>
          <w:p w14:paraId="3C4ACA48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A5FA797" w14:textId="77777777" w:rsidR="00895520" w:rsidRPr="00712698" w:rsidRDefault="00895520" w:rsidP="004C3F20">
      <w:pPr>
        <w:pStyle w:val="Corpsdetexte"/>
        <w:spacing w:before="120"/>
        <w:ind w:left="567"/>
        <w:rPr>
          <w:b/>
          <w:sz w:val="22"/>
          <w:szCs w:val="22"/>
          <w:u w:val="single"/>
          <w:lang w:val="fr-FR"/>
        </w:rPr>
      </w:pPr>
    </w:p>
    <w:p w14:paraId="02AD301D" w14:textId="77777777" w:rsidR="00895520" w:rsidRPr="00712698" w:rsidRDefault="00895520">
      <w:pPr>
        <w:spacing w:after="0" w:line="240" w:lineRule="auto"/>
        <w:rPr>
          <w:rFonts w:ascii="Times New Roman" w:eastAsia="Times New Roman" w:hAnsi="Times New Roman"/>
          <w:b/>
          <w:u w:val="single"/>
          <w:lang w:eastAsia="fr-FR"/>
        </w:rPr>
      </w:pPr>
      <w:r w:rsidRPr="00712698">
        <w:rPr>
          <w:b/>
          <w:u w:val="single"/>
        </w:rPr>
        <w:br w:type="page"/>
      </w:r>
    </w:p>
    <w:p w14:paraId="491B7D5C" w14:textId="77777777" w:rsidR="004C3F20" w:rsidRPr="00712698" w:rsidRDefault="7A0B6D55" w:rsidP="7A0B6D55">
      <w:pPr>
        <w:pStyle w:val="Corpsdetexte"/>
        <w:spacing w:before="120"/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u w:val="single"/>
          <w:lang w:val="fr-FR"/>
        </w:rPr>
        <w:lastRenderedPageBreak/>
        <w:t>I – Déclaration du titulaire</w:t>
      </w:r>
    </w:p>
    <w:p w14:paraId="3EA50E70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7A0B6D55" w:rsidP="7A0B6D5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bCs/>
          <w:color w:val="000000" w:themeColor="text1"/>
        </w:rPr>
      </w:pPr>
      <w:r w:rsidRPr="7A0B6D55">
        <w:rPr>
          <w:rFonts w:ascii="Times New Roman" w:hAnsi="Times New Roman"/>
          <w:b/>
          <w:bCs/>
          <w:color w:val="000000" w:themeColor="text1"/>
        </w:rPr>
        <w:t xml:space="preserve">Je, soussigné, </w:t>
      </w:r>
    </w:p>
    <w:p w14:paraId="55E21B9B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7A0B6D55">
        <w:fldChar w:fldCharType="begin">
          <w:ffData>
            <w:name w:val="Texte2"/>
            <w:enabled/>
            <w:calcOnExit w:val="0"/>
            <w:textInput/>
          </w:ffData>
        </w:fldChar>
      </w:r>
      <w:bookmarkStart w:id="8" w:name="Texte2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8"/>
    </w:p>
    <w:p w14:paraId="5E49E339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7A0B6D55">
        <w:fldChar w:fldCharType="begin">
          <w:ffData>
            <w:name w:val="Texte3"/>
            <w:enabled/>
            <w:calcOnExit w:val="0"/>
            <w:textInput/>
          </w:ffData>
        </w:fldChar>
      </w:r>
      <w:bookmarkStart w:id="9" w:name="Texte3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9"/>
    </w:p>
    <w:p w14:paraId="539EDA59" w14:textId="77777777" w:rsidR="006D4689" w:rsidRPr="00712698" w:rsidRDefault="006D4689" w:rsidP="7A0B6D55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7A0B6D55">
        <w:fldChar w:fldCharType="begin">
          <w:ffData>
            <w:name w:val="Texte4"/>
            <w:enabled/>
            <w:calcOnExit w:val="0"/>
            <w:textInput/>
          </w:ffData>
        </w:fldChar>
      </w:r>
      <w:bookmarkStart w:id="10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0"/>
    </w:p>
    <w:p w14:paraId="102B5D9B" w14:textId="77777777" w:rsidR="006D4689" w:rsidRPr="00712698" w:rsidRDefault="7A0B6D55" w:rsidP="7A0B6D55">
      <w:pPr>
        <w:pStyle w:val="Retraitcorpsdetexte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7A0B6D55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bookmarkStart w:id="11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1"/>
    </w:p>
    <w:p w14:paraId="636BE217" w14:textId="77777777" w:rsidR="00AA78CA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 xml:space="preserve">Téléphone : </w:t>
      </w:r>
    </w:p>
    <w:p w14:paraId="2F6BD71D" w14:textId="0FA2C457" w:rsidR="00BE1F1B" w:rsidRPr="00712698" w:rsidRDefault="006D4689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75pt;height:21pt" o:ole="">
            <v:imagedata r:id="rId12" o:title=""/>
          </v:shape>
          <w:control r:id="rId13" w:name="OptionButton8" w:shapeid="_x0000_i1075"/>
        </w:object>
      </w:r>
    </w:p>
    <w:p w14:paraId="57283672" w14:textId="7F9CD293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25pt;height:21pt" o:ole="">
            <v:imagedata r:id="rId14" o:title=""/>
          </v:shape>
          <w:control r:id="rId15" w:name="OptionButton81" w:shapeid="_x0000_i1077"/>
        </w:object>
      </w:r>
    </w:p>
    <w:p w14:paraId="3CBD951F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05A8E88C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pt;height:21pt" o:ole="">
            <v:imagedata r:id="rId16" o:title=""/>
          </v:shape>
          <w:control r:id="rId17" w:name="OptionButton9" w:shapeid="_x0000_i1079"/>
        </w:object>
      </w:r>
    </w:p>
    <w:p w14:paraId="5B51E06D" w14:textId="79507CA3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75pt;height:21pt" o:ole="">
            <v:imagedata r:id="rId18" o:title=""/>
          </v:shape>
          <w:control r:id="rId19" w:name="OptionButton10" w:shapeid="_x0000_i1081"/>
        </w:object>
      </w:r>
    </w:p>
    <w:p w14:paraId="6F1BAB28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13821D83" w14:textId="77777777" w:rsidR="00BE1F1B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01B2E75C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476273D0" w14:textId="439B114F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pt;height:20.25pt" o:ole="">
            <v:imagedata r:id="rId20" o:title=""/>
          </v:shape>
          <w:control r:id="rId21" w:name="OptionButton1" w:shapeid="_x0000_i108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pt;height:20.25pt" o:ole="">
            <v:imagedata r:id="rId22" o:title=""/>
          </v:shape>
          <w:control r:id="rId23" w:name="OptionButton12" w:shapeid="_x0000_i1085"/>
        </w:object>
      </w:r>
    </w:p>
    <w:p w14:paraId="2701BFAB" w14:textId="77777777" w:rsidR="00673049" w:rsidRPr="00712698" w:rsidRDefault="7A0B6D55" w:rsidP="7A0B6D55">
      <w:pPr>
        <w:spacing w:before="120"/>
        <w:rPr>
          <w:b/>
          <w:bCs/>
          <w:sz w:val="28"/>
          <w:szCs w:val="28"/>
        </w:rPr>
      </w:pPr>
      <w:r w:rsidRPr="7A0B6D55">
        <w:rPr>
          <w:b/>
          <w:bCs/>
          <w:sz w:val="28"/>
          <w:szCs w:val="28"/>
        </w:rPr>
        <w:t>OU</w:t>
      </w:r>
    </w:p>
    <w:p w14:paraId="0922CA15" w14:textId="1D4FC195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890BF4">
        <w:rPr>
          <w:highlight w:val="yellow"/>
        </w:rPr>
        <w:object w:dxaOrig="225" w:dyaOrig="225" w14:anchorId="7001048F">
          <v:shape id="_x0000_i1087" type="#_x0000_t75" style="width:169.5pt;height:21pt" o:ole="" o:preferrelative="f">
            <v:imagedata r:id="rId24" o:title=""/>
          </v:shape>
          <w:control r:id="rId25" w:name="OptionButton71" w:shapeid="_x0000_i1087"/>
        </w:object>
      </w:r>
    </w:p>
    <w:p w14:paraId="16AF3BA2" w14:textId="6941A6A7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75pt;height:15pt" o:ole="" o:preferrelative="f">
            <v:imagedata r:id="rId26" o:title=""/>
          </v:shape>
          <w:control r:id="rId27" w:name="OptionButton11" w:shapeid="_x0000_i1089"/>
        </w:object>
      </w:r>
      <w:r w:rsidR="00FC313D" w:rsidRPr="7A0B6D55">
        <w:rPr>
          <w:i/>
          <w:iCs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75pt;height:17.25pt" o:ole="" o:preferrelative="f">
            <v:imagedata r:id="rId28" o:title=""/>
          </v:shape>
          <w:control r:id="rId29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7A0B6D55">
      <w:pPr>
        <w:spacing w:before="120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i/>
          <w:iCs/>
          <w:lang w:eastAsia="ar-SA"/>
        </w:rPr>
        <w:t xml:space="preserve">  </w:t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BE1F1B" w:rsidRPr="7A0B6D55">
        <w:rPr>
          <w:rFonts w:ascii="Times New Roman" w:hAnsi="Times New Roman"/>
          <w:b/>
          <w:bCs/>
          <w:lang w:eastAsia="ar-SA"/>
        </w:rPr>
        <w:t xml:space="preserve">, ci-après dénommé </w:t>
      </w:r>
      <w:r w:rsidRPr="7A0B6D55">
        <w:rPr>
          <w:rFonts w:ascii="Times New Roman" w:hAnsi="Times New Roman"/>
          <w:b/>
          <w:bCs/>
          <w:lang w:eastAsia="ar-SA"/>
        </w:rPr>
        <w:t>« le titulaire »</w:t>
      </w:r>
      <w:r w:rsidR="00BE1F1B" w:rsidRPr="7A0B6D55">
        <w:rPr>
          <w:rFonts w:ascii="Times New Roman" w:hAnsi="Times New Roman"/>
          <w:b/>
          <w:bCs/>
          <w:lang w:eastAsia="ar-SA"/>
        </w:rPr>
        <w:t>:</w:t>
      </w:r>
    </w:p>
    <w:p w14:paraId="281EC94F" w14:textId="77777777" w:rsidR="006D4689" w:rsidRPr="00712698" w:rsidRDefault="7A0B6D55" w:rsidP="7A0B6D55">
      <w:pPr>
        <w:ind w:firstLine="284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1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ère </w:t>
      </w:r>
      <w:r w:rsidRPr="7A0B6D55">
        <w:rPr>
          <w:rFonts w:ascii="Times New Roman" w:hAnsi="Times New Roman"/>
          <w:b/>
          <w:bCs/>
          <w:lang w:eastAsia="ar-SA"/>
        </w:rPr>
        <w:t>entreprise cotraitante, mandataire du groupement:</w:t>
      </w:r>
    </w:p>
    <w:p w14:paraId="401DAC8C" w14:textId="77777777" w:rsidR="006D4689" w:rsidRPr="00712698" w:rsidRDefault="006D4689" w:rsidP="7A0B6D55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4D715053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Ayant son siège social à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F235559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598DFEF6" w14:textId="77777777" w:rsidR="006D4689" w:rsidRPr="00712698" w:rsidRDefault="7A0B6D55" w:rsidP="7A0B6D55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7A0B6D55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80B00FE" w14:textId="77777777" w:rsidR="00AA78CA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Courriel :</w:t>
      </w:r>
    </w:p>
    <w:p w14:paraId="2931D030" w14:textId="77777777" w:rsidR="00AA78CA" w:rsidRPr="00712698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Téléphone :</w:t>
      </w:r>
    </w:p>
    <w:p w14:paraId="770C98F3" w14:textId="372D756A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75pt;height:21pt" o:ole="">
            <v:imagedata r:id="rId30" o:title=""/>
          </v:shape>
          <w:control r:id="rId31" w:name="OptionButton82" w:shapeid="_x0000_i1093"/>
        </w:object>
      </w:r>
    </w:p>
    <w:p w14:paraId="3954A87A" w14:textId="632F4651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25pt;height:21pt" o:ole="">
            <v:imagedata r:id="rId32" o:title=""/>
          </v:shape>
          <w:control r:id="rId33" w:name="OptionButton811" w:shapeid="_x0000_i1095"/>
        </w:object>
      </w:r>
    </w:p>
    <w:p w14:paraId="7FD01015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4B53F82A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pt;height:21pt" o:ole="">
            <v:imagedata r:id="rId34" o:title=""/>
          </v:shape>
          <w:control r:id="rId35" w:name="OptionButton91" w:shapeid="_x0000_i1097"/>
        </w:object>
      </w:r>
    </w:p>
    <w:p w14:paraId="3944FA44" w14:textId="639BC271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75pt;height:21pt" o:ole="">
            <v:imagedata r:id="rId36" o:title=""/>
          </v:shape>
          <w:control r:id="rId37" w:name="OptionButton101" w:shapeid="_x0000_i1099"/>
        </w:object>
      </w:r>
    </w:p>
    <w:p w14:paraId="2641CFA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45C82869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2AC32FD1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1D0E3F71" w14:textId="482D031E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pt;height:20.25pt" o:ole="">
            <v:imagedata r:id="rId38" o:title=""/>
          </v:shape>
          <w:control r:id="rId39" w:name="OptionButton13" w:shapeid="_x0000_i1101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pt;height:20.25pt" o:ole="">
            <v:imagedata r:id="rId40" o:title=""/>
          </v:shape>
          <w:control r:id="rId41" w:name="OptionButton121" w:shapeid="_x0000_i1103"/>
        </w:object>
      </w:r>
    </w:p>
    <w:p w14:paraId="46A495B6" w14:textId="77777777" w:rsidR="006D4689" w:rsidRPr="00712698" w:rsidRDefault="7A0B6D55" w:rsidP="7A0B6D55">
      <w:pPr>
        <w:ind w:left="142"/>
        <w:jc w:val="both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7A0B6D55">
      <w:pPr>
        <w:ind w:left="426" w:hanging="141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2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ème </w:t>
      </w:r>
      <w:r w:rsidRPr="7A0B6D55">
        <w:rPr>
          <w:rFonts w:ascii="Times New Roman" w:hAnsi="Times New Roman"/>
          <w:b/>
          <w:bCs/>
          <w:lang w:eastAsia="ar-SA"/>
        </w:rPr>
        <w:t>entreprise co</w:t>
      </w:r>
      <w:r w:rsidRPr="7A0B6D55">
        <w:rPr>
          <w:rFonts w:ascii="Times New Roman" w:hAnsi="Times New Roman"/>
          <w:b/>
          <w:bCs/>
          <w:lang w:eastAsia="ar-SA"/>
        </w:rPr>
        <w:noBreakHyphen/>
        <w:t>traitante</w:t>
      </w:r>
      <w:r w:rsidRPr="7A0B6D55">
        <w:rPr>
          <w:rStyle w:val="Caractredenotedebasdepage"/>
          <w:rFonts w:ascii="Times New Roman" w:hAnsi="Times New Roman"/>
          <w:b/>
          <w:bCs/>
          <w:sz w:val="22"/>
          <w:szCs w:val="22"/>
          <w:lang w:eastAsia="ar-SA"/>
        </w:rPr>
        <w:footnoteReference w:id="8"/>
      </w:r>
      <w:r w:rsidRPr="7A0B6D55">
        <w:rPr>
          <w:rFonts w:ascii="Times New Roman" w:hAnsi="Times New Roman"/>
          <w:b/>
          <w:bCs/>
          <w:lang w:eastAsia="ar-SA"/>
        </w:rPr>
        <w:t> :</w:t>
      </w:r>
    </w:p>
    <w:p w14:paraId="11B86742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6A5DFB08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2745A9E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4C52AC7" w14:textId="77777777" w:rsidR="006D4689" w:rsidRPr="00712698" w:rsidRDefault="7A0B6D55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225DB1DF" w14:textId="749B71BC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75pt;height:21pt" o:ole="">
            <v:imagedata r:id="rId42" o:title=""/>
          </v:shape>
          <w:control r:id="rId43" w:name="OptionButton821" w:shapeid="_x0000_i1105"/>
        </w:object>
      </w:r>
    </w:p>
    <w:p w14:paraId="7F7D8AA7" w14:textId="67CFFB38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25pt;height:21pt" o:ole="">
            <v:imagedata r:id="rId44" o:title=""/>
          </v:shape>
          <w:control r:id="rId45" w:name="OptionButton8111" w:shapeid="_x0000_i1107"/>
        </w:object>
      </w:r>
    </w:p>
    <w:p w14:paraId="0E3D3649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6CA57540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pt;height:21pt" o:ole="">
            <v:imagedata r:id="rId46" o:title=""/>
          </v:shape>
          <w:control r:id="rId47" w:name="OptionButton92" w:shapeid="_x0000_i1109"/>
        </w:object>
      </w:r>
    </w:p>
    <w:p w14:paraId="1FA91123" w14:textId="4D255A08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75pt;height:21pt" o:ole="">
            <v:imagedata r:id="rId48" o:title=""/>
          </v:shape>
          <w:control r:id="rId49" w:name="OptionButton102" w:shapeid="_x0000_i1111"/>
        </w:object>
      </w:r>
    </w:p>
    <w:p w14:paraId="3403280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78239D36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09530673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512B178F" w14:textId="2F6668BC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pt;height:20.25pt" o:ole="">
            <v:imagedata r:id="rId20" o:title=""/>
          </v:shape>
          <w:control r:id="rId50" w:name="OptionButton131" w:shapeid="_x0000_i111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pt;height:20.25pt" o:ole="">
            <v:imagedata r:id="rId22" o:title=""/>
          </v:shape>
          <w:control r:id="rId51" w:name="OptionButton1211" w:shapeid="_x0000_i1115"/>
        </w:object>
      </w:r>
    </w:p>
    <w:p w14:paraId="7D33A21C" w14:textId="6A4C42EA" w:rsidR="006E4128" w:rsidRPr="00712698" w:rsidRDefault="7A0B6D55" w:rsidP="7A0B6D55">
      <w:pPr>
        <w:tabs>
          <w:tab w:val="left" w:pos="6237"/>
        </w:tabs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Répartition des prestations (en cas de groupement)  :</w:t>
      </w:r>
    </w:p>
    <w:p w14:paraId="40DF1238" w14:textId="7BE726FC" w:rsidR="006E4128" w:rsidRPr="00712698" w:rsidRDefault="7A0B6D55" w:rsidP="7A0B6D55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7A0B6D55"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712698" w14:paraId="7247CC50" w14:textId="77777777" w:rsidTr="48EA2D1D">
        <w:trPr>
          <w:trHeight w:val="567"/>
        </w:trPr>
        <w:tc>
          <w:tcPr>
            <w:tcW w:w="913" w:type="pct"/>
            <w:vMerge w:val="restart"/>
            <w:vAlign w:val="center"/>
          </w:tcPr>
          <w:p w14:paraId="48CAC689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262F4798" w14:textId="551BFAA9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du groupement </w:t>
            </w:r>
          </w:p>
        </w:tc>
        <w:tc>
          <w:tcPr>
            <w:tcW w:w="631" w:type="pct"/>
            <w:vMerge w:val="restart"/>
          </w:tcPr>
          <w:p w14:paraId="7EDA532E" w14:textId="77777777" w:rsidR="00D97AAC" w:rsidRPr="00712698" w:rsidRDefault="00D97AAC" w:rsidP="7A0B6D55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7A0B6D55">
              <w:rPr>
                <w:rFonts w:ascii="Arial" w:hAnsi="Arial" w:cs="Arial"/>
                <w:b/>
                <w:bCs/>
                <w:sz w:val="18"/>
                <w:szCs w:val="18"/>
              </w:rPr>
              <w:t>Le cas échéant,</w:t>
            </w:r>
            <w:r w:rsidRPr="7A0B6D55">
              <w:rPr>
                <w:rFonts w:ascii="Arial" w:hAnsi="Arial" w:cs="Arial"/>
                <w:b/>
                <w:bCs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456" w:type="pct"/>
            <w:gridSpan w:val="2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3222F13E" w:rsidR="00D97AAC" w:rsidRPr="00712698" w:rsidRDefault="7A0B6D55" w:rsidP="7A0B6D55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7A0B6D55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48EA2D1D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A210B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58DF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43C82D7E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D97AAC" w:rsidRPr="00712698" w14:paraId="417639DF" w14:textId="77777777" w:rsidTr="48EA2D1D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clear" w:color="auto" w:fill="CCFFFF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2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631" w:type="pct"/>
            <w:tcBorders>
              <w:bottom w:val="nil"/>
            </w:tcBorders>
            <w:shd w:val="clear" w:color="auto" w:fill="CCFFFF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clear" w:color="auto" w:fill="CCFFFF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CCFFFF"/>
          </w:tcPr>
          <w:p w14:paraId="66B4CF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4ED5A29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6F80D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6F4F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0BDD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DEA7B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20D85C9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4CBB67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4624399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6C1420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F0EAB8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68CBA1F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6536B8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10237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EDBD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565B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7890757B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711C9C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07624C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F6E494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4FCFD5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07E22FF5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7DF5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F65D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3D30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32DA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1DFEC7F4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568A7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1209F2F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22BB708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D8FA16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0EFAFD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bottom w:val="nil"/>
            </w:tcBorders>
          </w:tcPr>
          <w:p w14:paraId="5249AAB0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</w:tcPr>
          <w:p w14:paraId="6F2613F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</w:tcPr>
          <w:p w14:paraId="22D9493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</w:tcPr>
          <w:p w14:paraId="04D9C1E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7648937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763A133C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2D00EB38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174C9817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70736E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F0B7CF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835D9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6A1C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8D78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F384470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lastRenderedPageBreak/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A651CE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39D32DD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0B518D6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86875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61373D" w:rsidRPr="00712698" w14:paraId="18DCCF06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3C9188B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4BF8548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268ED81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E6C393D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6B2B2240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EE860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5AAD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85054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E65FB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</w:tbl>
    <w:p w14:paraId="70CDE9CF" w14:textId="77777777" w:rsidR="000E7954" w:rsidRPr="000E7954" w:rsidRDefault="7A0B6D55" w:rsidP="7A0B6D55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color w:val="000000" w:themeColor="text1"/>
          <w:lang w:eastAsia="fr-FR"/>
        </w:rPr>
      </w:pPr>
      <w:r w:rsidRPr="7A0B6D55">
        <w:rPr>
          <w:rFonts w:ascii="Times New Roman" w:hAnsi="Times New Roman"/>
        </w:rPr>
        <w:t xml:space="preserve">Après avoir pris connaissance du cahier des clauses administratives particulières (C.C.A.P.) et des documents qui y sont mentionnés, et après avoir produit les pièces </w:t>
      </w:r>
      <w:r w:rsidRPr="7A0B6D55">
        <w:rPr>
          <w:rFonts w:ascii="Times New Roman" w:eastAsia="Times New Roman" w:hAnsi="Times New Roman" w:cs="Tahoma"/>
          <w:color w:val="000000" w:themeColor="text1"/>
          <w:lang w:eastAsia="fr-FR"/>
        </w:rPr>
        <w:t>aux articles R.2143-3 et R.2143-12 du code de la commande publique.</w:t>
      </w:r>
    </w:p>
    <w:p w14:paraId="268F8E15" w14:textId="77777777" w:rsidR="00DB0D27" w:rsidRPr="00712698" w:rsidRDefault="7A0B6D55" w:rsidP="00701822">
      <w:pPr>
        <w:tabs>
          <w:tab w:val="left" w:pos="576"/>
        </w:tabs>
        <w:ind w:left="567"/>
        <w:jc w:val="both"/>
      </w:pPr>
      <w:r w:rsidRPr="7A0B6D55">
        <w:rPr>
          <w:rFonts w:ascii="Times New Roman" w:hAnsi="Times New Roman"/>
          <w:b/>
          <w:bCs/>
          <w:u w:val="single"/>
        </w:rPr>
        <w:t>Le titulaire 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 xml:space="preserve">déclare </w:t>
      </w:r>
      <w:r w:rsidRPr="7A0B6D55">
        <w:rPr>
          <w:b/>
          <w:bCs/>
          <w:sz w:val="22"/>
          <w:szCs w:val="22"/>
          <w:lang w:val="fr-FR"/>
        </w:rPr>
        <w:t xml:space="preserve">: </w:t>
      </w:r>
      <w:r w:rsidRPr="7A0B6D55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>s’engage</w:t>
      </w:r>
      <w:r w:rsidRPr="7A0B6D55">
        <w:rPr>
          <w:b/>
          <w:bCs/>
          <w:sz w:val="22"/>
          <w:szCs w:val="22"/>
          <w:lang w:val="fr-FR"/>
        </w:rPr>
        <w:t xml:space="preserve"> : </w:t>
      </w:r>
      <w:r w:rsidRPr="7A0B6D55">
        <w:rPr>
          <w:sz w:val="22"/>
          <w:szCs w:val="22"/>
          <w:lang w:val="fr-FR"/>
        </w:rPr>
        <w:t>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  <w:bookmarkStart w:id="13" w:name="Validité_offre"/>
      <w:bookmarkEnd w:id="13"/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1228432A" w:rsidR="00863280" w:rsidRPr="00712698" w:rsidRDefault="00DB0D27" w:rsidP="7A0B6D55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25pt;height:20.25pt" o:ole="">
            <v:imagedata r:id="rId52" o:title=""/>
          </v:shape>
          <w:control r:id="rId53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7A0B6D55">
        <w:rPr>
          <w:i/>
          <w:iCs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pt;height:20.25pt" o:ole="">
            <v:imagedata r:id="rId54" o:title=""/>
          </v:shape>
          <w:control r:id="rId55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travaux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402B3B85" w:rsidR="00FF029C" w:rsidRPr="00712698" w:rsidRDefault="00DB0D27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5pt;height:20.25pt" o:ole="">
            <v:imagedata r:id="rId56" o:title=""/>
          </v:shape>
          <w:control r:id="rId57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25pt;height:20.25pt" o:ole="">
            <v:imagedata r:id="rId58" o:title=""/>
          </v:shape>
          <w:control r:id="rId59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4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7A5895">
        <w:rPr>
          <w:sz w:val="22"/>
          <w:szCs w:val="22"/>
          <w:lang w:val="fr-FR"/>
        </w:rPr>
        <w:t>des articles R.2191-3</w:t>
      </w:r>
      <w:r w:rsidR="00143086" w:rsidRPr="00151A61">
        <w:rPr>
          <w:sz w:val="22"/>
          <w:szCs w:val="22"/>
          <w:lang w:val="fr-FR"/>
        </w:rPr>
        <w:t xml:space="preserve"> et suivant</w:t>
      </w:r>
      <w:r w:rsidR="00143086" w:rsidRPr="7A0B6D55">
        <w:rPr>
          <w:b/>
          <w:bCs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8575D7">
        <w:rPr>
          <w:sz w:val="22"/>
          <w:szCs w:val="22"/>
          <w:lang w:val="fr-FR"/>
        </w:rPr>
        <w:t xml:space="preserve"> modifié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bookmarkEnd w:id="14"/>
    <w:p w14:paraId="4CE370F5" w14:textId="31D6C166" w:rsidR="00B53878" w:rsidRPr="00B53878" w:rsidRDefault="00B53878" w:rsidP="00B53878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B53878">
        <w:rPr>
          <w:sz w:val="22"/>
          <w:szCs w:val="22"/>
          <w:lang w:val="fr-FR"/>
        </w:rPr>
        <w:t>Le montant de l’avance est fixé à 30% du montant initial du marché.</w:t>
      </w:r>
    </w:p>
    <w:p w14:paraId="4C55EDF8" w14:textId="083D1D0A" w:rsidR="00DB0D27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Cette avance n’est due au titulaire du marché que sur la part du marché qui ne fai</w:t>
      </w:r>
      <w:r w:rsidR="00B53878">
        <w:rPr>
          <w:sz w:val="22"/>
          <w:szCs w:val="22"/>
          <w:lang w:val="fr-FR"/>
        </w:rPr>
        <w:t>t pas l’objet de sous-traitance</w:t>
      </w:r>
      <w:r w:rsidRPr="7A0B6D55">
        <w:rPr>
          <w:sz w:val="22"/>
          <w:szCs w:val="22"/>
          <w:lang w:val="fr-FR"/>
        </w:rPr>
        <w:t>.</w:t>
      </w:r>
    </w:p>
    <w:p w14:paraId="1797148B" w14:textId="77777777" w:rsidR="00DB0D27" w:rsidRDefault="7A0B6D55" w:rsidP="7A0B6D55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0ABFD7B0" w:rsidR="00EC5548" w:rsidRDefault="7A0B6D55" w:rsidP="7A0B6D55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 xml:space="preserve">l’ordre de service prescrivant le démarrage de la période de préparation. En l’absence de période de préparation, 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>l’ordre de service prescrivant le démarrage des travaux.</w:t>
      </w:r>
    </w:p>
    <w:p w14:paraId="6E5963C5" w14:textId="77777777" w:rsidR="001D724D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I.2 - </w:t>
      </w:r>
      <w:r w:rsidRPr="7A0B6D55">
        <w:rPr>
          <w:b/>
          <w:bCs/>
          <w:sz w:val="22"/>
          <w:szCs w:val="22"/>
          <w:u w:val="single"/>
          <w:lang w:val="fr-FR"/>
        </w:rPr>
        <w:t>Montant du marché</w:t>
      </w:r>
    </w:p>
    <w:p w14:paraId="175D9404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D475265" w14:textId="50A273BD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Les travaux sont rémunérés par un prix global et forfaitaire égal à : </w:t>
      </w:r>
    </w:p>
    <w:p w14:paraId="033EEDF5" w14:textId="77777777" w:rsidR="00D63FC3" w:rsidRDefault="00D63FC3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2B41450A" w14:textId="57921B89" w:rsidR="00EF2011" w:rsidRPr="00EF2011" w:rsidRDefault="00AC284F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t>S</w:t>
      </w:r>
      <w:r w:rsidR="005146F9">
        <w:rPr>
          <w:i/>
          <w:iCs/>
          <w:sz w:val="22"/>
          <w:szCs w:val="22"/>
          <w:lang w:val="fr-FR"/>
        </w:rPr>
        <w:t xml:space="preserve">ection technique 1 – </w:t>
      </w:r>
      <w:r w:rsidR="00F61386">
        <w:rPr>
          <w:i/>
          <w:iCs/>
          <w:sz w:val="22"/>
          <w:szCs w:val="22"/>
          <w:lang w:val="fr-FR"/>
        </w:rPr>
        <w:t>Prestations générales, p</w:t>
      </w:r>
      <w:r w:rsidR="005146F9">
        <w:rPr>
          <w:i/>
          <w:iCs/>
          <w:sz w:val="22"/>
          <w:szCs w:val="22"/>
          <w:lang w:val="fr-FR"/>
        </w:rPr>
        <w:t>lâtrerie, peinture, faux-plafond</w:t>
      </w:r>
      <w:r w:rsidR="00F11A20">
        <w:rPr>
          <w:i/>
          <w:iCs/>
          <w:sz w:val="22"/>
          <w:szCs w:val="22"/>
          <w:lang w:val="fr-FR"/>
        </w:rPr>
        <w:t> : € HT </w:t>
      </w:r>
      <w:r w:rsidR="00EF2011" w:rsidRPr="7A0B6D55">
        <w:rPr>
          <w:i/>
          <w:iCs/>
          <w:sz w:val="22"/>
          <w:szCs w:val="22"/>
          <w:lang w:val="fr-FR"/>
        </w:rPr>
        <w:t xml:space="preserve"> </w:t>
      </w:r>
    </w:p>
    <w:p w14:paraId="4E8CEA78" w14:textId="35279E51" w:rsidR="00EF2011" w:rsidRDefault="00EF2011" w:rsidP="00AC284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2 – </w:t>
      </w:r>
      <w:r w:rsidR="005146F9">
        <w:rPr>
          <w:i/>
          <w:iCs/>
          <w:sz w:val="22"/>
          <w:szCs w:val="22"/>
          <w:lang w:val="fr-FR"/>
        </w:rPr>
        <w:t>Menuiseries intérieures</w:t>
      </w:r>
      <w:r w:rsidR="00D63FC3">
        <w:rPr>
          <w:i/>
          <w:iCs/>
          <w:sz w:val="22"/>
          <w:szCs w:val="22"/>
          <w:lang w:val="fr-FR"/>
        </w:rPr>
        <w:t xml:space="preserve"> : </w:t>
      </w:r>
      <w:r w:rsidR="00F11A20">
        <w:rPr>
          <w:i/>
          <w:iCs/>
          <w:sz w:val="22"/>
          <w:szCs w:val="22"/>
          <w:lang w:val="fr-FR"/>
        </w:rPr>
        <w:t>€ HT</w:t>
      </w:r>
      <w:r>
        <w:rPr>
          <w:sz w:val="22"/>
          <w:szCs w:val="22"/>
          <w:lang w:val="fr-FR"/>
        </w:rPr>
        <w:tab/>
      </w:r>
    </w:p>
    <w:p w14:paraId="11FDFD7A" w14:textId="77777777" w:rsidR="00D63FC3" w:rsidRPr="00AC284F" w:rsidRDefault="00D63FC3" w:rsidP="00AC284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</w:p>
    <w:p w14:paraId="6430E806" w14:textId="68E62A4F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Soit un Montant Total € HT :</w:t>
      </w:r>
    </w:p>
    <w:p w14:paraId="4342076B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TVA :</w:t>
      </w:r>
    </w:p>
    <w:p w14:paraId="57237A86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TTC :</w:t>
      </w:r>
    </w:p>
    <w:p w14:paraId="07203AAE" w14:textId="7A3343B1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Soit en lettres : </w:t>
      </w:r>
    </w:p>
    <w:p w14:paraId="1BB8C6CD" w14:textId="77777777" w:rsidR="00D63FC3" w:rsidRDefault="00D63FC3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  <w:bookmarkStart w:id="15" w:name="Type_prix"/>
      <w:bookmarkEnd w:id="15"/>
    </w:p>
    <w:p w14:paraId="315E2B67" w14:textId="77777777" w:rsidR="004C3F20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lastRenderedPageBreak/>
        <w:t xml:space="preserve">II - </w:t>
      </w:r>
      <w:r w:rsidRPr="7A0B6D55">
        <w:rPr>
          <w:rFonts w:ascii="Times New Roman" w:hAnsi="Times New Roman"/>
          <w:b/>
          <w:bCs/>
          <w:u w:val="single"/>
        </w:rPr>
        <w:t>Délai d’exécution du marché :</w:t>
      </w:r>
    </w:p>
    <w:p w14:paraId="04B3C98A" w14:textId="77777777" w:rsidR="004C3F20" w:rsidRDefault="7A0B6D55" w:rsidP="7A0B6D55">
      <w:pPr>
        <w:ind w:left="567" w:right="-144"/>
        <w:jc w:val="both"/>
        <w:rPr>
          <w:rFonts w:ascii="Times New Roman" w:hAnsi="Times New Roman"/>
        </w:rPr>
      </w:pPr>
      <w:r w:rsidRPr="7A0B6D55">
        <w:rPr>
          <w:rFonts w:ascii="Times New Roman" w:hAnsi="Times New Roman"/>
        </w:rPr>
        <w:t>Délai d’exécution défini à l’article 4.1. du CCAP.</w:t>
      </w:r>
    </w:p>
    <w:p w14:paraId="004772AD" w14:textId="77777777" w:rsidR="00142D85" w:rsidRPr="00142D85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III – </w:t>
      </w:r>
      <w:r w:rsidRPr="7A0B6D55">
        <w:rPr>
          <w:rFonts w:ascii="Times New Roman" w:hAnsi="Times New Roman"/>
          <w:b/>
          <w:bCs/>
          <w:u w:val="single"/>
        </w:rPr>
        <w:t>Paiement</w:t>
      </w:r>
    </w:p>
    <w:p w14:paraId="50070B86" w14:textId="77777777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6" w:name="_Toc354491247"/>
      <w:r w:rsidRPr="006C657D">
        <w:rPr>
          <w:rFonts w:ascii="Times New Roman" w:eastAsia="Times New Roman" w:hAnsi="Times New Roman"/>
          <w:noProof/>
          <w:lang w:eastAsia="fr-FR"/>
        </w:rPr>
        <w:t>Les modalités du règlement des comptes du marché sont spécifiées à l’article 3 du CCAP.</w:t>
      </w:r>
    </w:p>
    <w:p w14:paraId="3951E1C2" w14:textId="3EEB4491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>Le</w:t>
      </w:r>
      <w:r w:rsidR="00EF2011">
        <w:rPr>
          <w:rFonts w:ascii="Times New Roman" w:eastAsia="Times New Roman" w:hAnsi="Times New Roman"/>
          <w:noProof/>
          <w:lang w:eastAsia="fr-FR"/>
        </w:rPr>
        <w:t xml:space="preserve"> maître de l'ouvrage se libère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des sommes dues au titre du présent marché en faisant porter le montant au crédit du/des compte(s) ouvert(s) conformément au(x) RIB au format IBAN joint(s) à l’offre.</w:t>
      </w:r>
    </w:p>
    <w:p w14:paraId="154E9BAE" w14:textId="2A710129" w:rsidR="006C657D" w:rsidRPr="006C657D" w:rsidRDefault="00EF2011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t>Le maître de l'ouvrage se libère</w:t>
      </w:r>
      <w:r w:rsidR="006C657D" w:rsidRPr="006C657D">
        <w:rPr>
          <w:rFonts w:ascii="Times New Roman" w:eastAsia="Times New Roman" w:hAnsi="Times New Roman"/>
          <w:noProof/>
          <w:lang w:eastAsia="fr-FR"/>
        </w:rPr>
        <w:t xml:space="preserve">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IV - </w:t>
      </w:r>
      <w:r w:rsidRPr="7A0B6D55">
        <w:rPr>
          <w:rFonts w:ascii="Times New Roman" w:hAnsi="Times New Roman"/>
          <w:b/>
          <w:bCs/>
          <w:u w:val="single"/>
        </w:rPr>
        <w:t>Montant sous-traité désigné au marché</w:t>
      </w:r>
      <w:bookmarkEnd w:id="16"/>
    </w:p>
    <w:p w14:paraId="25F8025F" w14:textId="6FF18868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</w:t>
      </w:r>
      <w:r w:rsidR="00EF2011">
        <w:rPr>
          <w:rFonts w:ascii="Times New Roman" w:eastAsia="Times New Roman" w:hAnsi="Times New Roman"/>
          <w:noProof/>
          <w:lang w:eastAsia="fr-FR"/>
        </w:rPr>
        <w:t>es prestations sous traitées s</w:t>
      </w:r>
      <w:r w:rsidRPr="00143086">
        <w:rPr>
          <w:rFonts w:ascii="Times New Roman" w:eastAsia="Times New Roman" w:hAnsi="Times New Roman"/>
          <w:noProof/>
          <w:lang w:eastAsia="fr-FR"/>
        </w:rPr>
        <w:t>ont précisés par actes spéciaux, conformément aux dispositions des articles R.2193-1 et suivants du code de la commande publique.</w:t>
      </w:r>
    </w:p>
    <w:p w14:paraId="367FCD48" w14:textId="77777777" w:rsidR="0080348A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V – </w:t>
      </w:r>
      <w:r w:rsidRPr="7A0B6D55">
        <w:rPr>
          <w:rFonts w:ascii="Times New Roman" w:hAnsi="Times New Roman"/>
          <w:b/>
          <w:bCs/>
          <w:u w:val="single"/>
        </w:rPr>
        <w:t>Engagement d’insertion :</w:t>
      </w:r>
      <w:bookmarkStart w:id="17" w:name="Titre_Clause_sociale"/>
      <w:bookmarkEnd w:id="17"/>
    </w:p>
    <w:p w14:paraId="7B42AB41" w14:textId="2C3129E8" w:rsidR="0079620D" w:rsidRDefault="00D63FC3" w:rsidP="00EF2011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8" w:name="AEClause_sociale"/>
      <w:bookmarkEnd w:id="18"/>
      <w:r>
        <w:rPr>
          <w:rFonts w:ascii="Times New Roman" w:hAnsi="Times New Roman"/>
          <w:sz w:val="22"/>
          <w:szCs w:val="22"/>
        </w:rPr>
        <w:t>Sans objet au titre de ce lot.</w:t>
      </w:r>
      <w:bookmarkStart w:id="19" w:name="_GoBack"/>
      <w:bookmarkEnd w:id="19"/>
    </w:p>
    <w:p w14:paraId="21909ABD" w14:textId="77777777" w:rsidR="00D63FC3" w:rsidRPr="00712698" w:rsidRDefault="00D63FC3" w:rsidP="00EF2011">
      <w:pPr>
        <w:pStyle w:val="Commentaire"/>
        <w:spacing w:after="0"/>
        <w:ind w:left="567"/>
        <w:rPr>
          <w:rFonts w:ascii="Times New Roman" w:hAnsi="Times New Roman"/>
        </w:rPr>
      </w:pPr>
    </w:p>
    <w:p w14:paraId="5E0932B5" w14:textId="470EE792" w:rsidR="00940FDD" w:rsidRPr="00712698" w:rsidRDefault="00940FDD" w:rsidP="00940FDD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>V</w:t>
      </w:r>
      <w:r>
        <w:rPr>
          <w:rFonts w:ascii="Times New Roman" w:hAnsi="Times New Roman"/>
          <w:b/>
          <w:bCs/>
        </w:rPr>
        <w:t>I</w:t>
      </w:r>
      <w:r w:rsidRPr="7A0B6D55"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u w:val="single"/>
        </w:rPr>
        <w:t>R</w:t>
      </w:r>
      <w:r w:rsidRPr="00940FDD">
        <w:rPr>
          <w:rFonts w:ascii="Times New Roman" w:hAnsi="Times New Roman"/>
          <w:b/>
          <w:bCs/>
          <w:u w:val="single"/>
        </w:rPr>
        <w:t>esponsables physiques de la vérification et de la signature des actes de sous-traitance</w:t>
      </w:r>
      <w:r w:rsidRPr="7A0B6D55">
        <w:rPr>
          <w:rFonts w:ascii="Times New Roman" w:hAnsi="Times New Roman"/>
          <w:b/>
          <w:bCs/>
          <w:u w:val="single"/>
        </w:rPr>
        <w:t>:</w:t>
      </w:r>
    </w:p>
    <w:p w14:paraId="3CBAD13D" w14:textId="41E0B26C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65F9E60D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6AFA2537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793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65C317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BD450ED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3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F1444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76DCE77E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495F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D8A0F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33D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64BE1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4F748594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D20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E9FBF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4355E00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E63FAAB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0CA494D0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55B3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A89D3B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2590E996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A1C4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63AA8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5B4278A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7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8122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CBDA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5151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37AB28E0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7B3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4D2C5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</w:p>
    <w:p w14:paraId="23FF200C" w14:textId="78CFFB56" w:rsidR="00940FDD" w:rsidRDefault="00940FD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EA0C73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7A0B6D55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7A0B6D55" w:rsidP="7A0B6D55">
            <w:pPr>
              <w:pStyle w:val="Corpsdetexte"/>
              <w:ind w:left="426"/>
              <w:rPr>
                <w:i/>
                <w:iCs/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Fait en 1 seul original               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 xml:space="preserve">(signature et cachet de l’entrepreneur </w:t>
            </w:r>
            <w:r w:rsidRPr="7A0B6D55">
              <w:rPr>
                <w:i/>
                <w:iCs/>
                <w:noProof/>
                <w:sz w:val="22"/>
                <w:szCs w:val="22"/>
                <w:lang w:val="fr-FR"/>
              </w:rPr>
              <w:t xml:space="preserve"> dûment habilité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7A0B6D55" w:rsidP="7A0B6D55">
            <w:pPr>
              <w:rPr>
                <w:rFonts w:ascii="Times New Roman" w:eastAsia="Times New Roman" w:hAnsi="Times New Roman"/>
                <w:lang w:eastAsia="fr-FR"/>
              </w:rPr>
            </w:pPr>
            <w:r w:rsidRPr="7A0B6D55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 des armées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          , le</w:t>
            </w:r>
          </w:p>
          <w:p w14:paraId="2C11FF53" w14:textId="52F2A79E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L’acheteur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FF0778">
      <w:headerReference w:type="default" r:id="rId60"/>
      <w:footerReference w:type="default" r:id="rId61"/>
      <w:pgSz w:w="11906" w:h="16838"/>
      <w:pgMar w:top="426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AA0181" w:rsidRDefault="00AA0181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AA0181" w:rsidRDefault="00AA0181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3A2D" w14:textId="4FF57A20" w:rsidR="00AA0181" w:rsidRDefault="00AA0181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3FC3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63FC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AA0181" w:rsidRDefault="00AA01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AA0181" w:rsidRDefault="00AA0181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AA0181" w:rsidRDefault="00AA0181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AA0181" w:rsidRDefault="00AA0181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AA0181" w:rsidRDefault="00AA0181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4">
    <w:p w14:paraId="35224E66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AA0181" w:rsidRDefault="00AA0181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AA0181" w:rsidRDefault="00AA0181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 xml:space="preserve">. </w:t>
      </w:r>
    </w:p>
  </w:footnote>
  <w:footnote w:id="8">
    <w:p w14:paraId="7DFE3C03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</w:t>
      </w:r>
    </w:p>
    <w:p w14:paraId="1D513854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 w:rsidRPr="7A0B6D55">
        <w:rPr>
          <w:sz w:val="18"/>
          <w:szCs w:val="18"/>
          <w:lang w:eastAsia="ar-SA"/>
        </w:rPr>
        <w:t xml:space="preserve">      </w:t>
      </w:r>
      <w:proofErr w:type="gramStart"/>
      <w:r w:rsidRPr="7A0B6D55">
        <w:rPr>
          <w:sz w:val="18"/>
          <w:szCs w:val="18"/>
          <w:lang w:eastAsia="ar-SA"/>
        </w:rPr>
        <w:t>présent</w:t>
      </w:r>
      <w:proofErr w:type="gramEnd"/>
      <w:r w:rsidRPr="7A0B6D55">
        <w:rPr>
          <w:sz w:val="18"/>
          <w:szCs w:val="18"/>
          <w:lang w:eastAsia="ar-SA"/>
        </w:rPr>
        <w:t xml:space="preserve"> accord. </w:t>
      </w:r>
    </w:p>
  </w:footnote>
  <w:footnote w:id="9">
    <w:p w14:paraId="4FEA9E18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AA0181" w:rsidRDefault="00AA0181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AA0181" w:rsidRDefault="00AA0181" w:rsidP="7A0B6D55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12">
    <w:p w14:paraId="7C26E1BF" w14:textId="77777777" w:rsidR="00AA0181" w:rsidRPr="00D97AAC" w:rsidRDefault="00AA0181" w:rsidP="7A0B6D55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7A0B6D55">
        <w:rPr>
          <w:rFonts w:ascii="Times New Roman" w:hAnsi="Times New Roman"/>
          <w:sz w:val="16"/>
          <w:szCs w:val="16"/>
        </w:rPr>
        <w:t>PSE = prestation supplémentaire éventuelle</w:t>
      </w:r>
    </w:p>
  </w:footnote>
  <w:footnote w:id="13">
    <w:p w14:paraId="7AAF47E8" w14:textId="77777777" w:rsidR="00AA0181" w:rsidRDefault="00AA0181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09F98" w14:textId="4593F2E1" w:rsidR="00AA0181" w:rsidRPr="00D63FC3" w:rsidRDefault="00AC284F" w:rsidP="00AC284F">
    <w:pPr>
      <w:pStyle w:val="En-tte"/>
      <w:tabs>
        <w:tab w:val="left" w:pos="4089"/>
        <w:tab w:val="right" w:pos="9638"/>
      </w:tabs>
    </w:pPr>
    <w:r w:rsidRPr="00D63FC3">
      <w:tab/>
    </w:r>
    <w:r w:rsidRPr="00D63FC3">
      <w:tab/>
    </w:r>
    <w:r w:rsidRPr="00D63FC3">
      <w:tab/>
    </w:r>
    <w:r w:rsidR="00AA0181" w:rsidRPr="00D63FC3">
      <w:t>DA</w:t>
    </w:r>
    <w:r w:rsidR="005146F9" w:rsidRPr="00D63FC3">
      <w:t>F_</w:t>
    </w:r>
    <w:r w:rsidR="00D63FC3" w:rsidRPr="00D63FC3">
      <w:t>2025</w:t>
    </w:r>
    <w:r w:rsidR="005146F9" w:rsidRPr="00D63FC3">
      <w:t>_</w:t>
    </w:r>
    <w:r w:rsidR="00D63FC3" w:rsidRPr="00D63FC3">
      <w:t>000950</w:t>
    </w:r>
    <w:r w:rsidR="005146F9" w:rsidRPr="00D63FC3">
      <w:t xml:space="preserve"> / Projet ESID 25 119</w:t>
    </w:r>
  </w:p>
  <w:p w14:paraId="65ADB7BC" w14:textId="77777777" w:rsidR="00AA0181" w:rsidRDefault="00AA0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7FC50B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702E1"/>
    <w:rsid w:val="00083493"/>
    <w:rsid w:val="00090BBC"/>
    <w:rsid w:val="000A6A2A"/>
    <w:rsid w:val="000B6689"/>
    <w:rsid w:val="000E7954"/>
    <w:rsid w:val="000F40DA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A1533"/>
    <w:rsid w:val="001B4DC6"/>
    <w:rsid w:val="001D724D"/>
    <w:rsid w:val="001D7F67"/>
    <w:rsid w:val="001F0851"/>
    <w:rsid w:val="00245B5B"/>
    <w:rsid w:val="00283C5A"/>
    <w:rsid w:val="00292262"/>
    <w:rsid w:val="002B118A"/>
    <w:rsid w:val="002C24AF"/>
    <w:rsid w:val="00301A1A"/>
    <w:rsid w:val="00307959"/>
    <w:rsid w:val="00373163"/>
    <w:rsid w:val="0038608E"/>
    <w:rsid w:val="00392AA8"/>
    <w:rsid w:val="003C579A"/>
    <w:rsid w:val="00403496"/>
    <w:rsid w:val="00406F02"/>
    <w:rsid w:val="004404F1"/>
    <w:rsid w:val="004B325E"/>
    <w:rsid w:val="004B7039"/>
    <w:rsid w:val="004C3F20"/>
    <w:rsid w:val="004D3B85"/>
    <w:rsid w:val="004E1A38"/>
    <w:rsid w:val="004F0020"/>
    <w:rsid w:val="00501E0C"/>
    <w:rsid w:val="005146F9"/>
    <w:rsid w:val="0054482A"/>
    <w:rsid w:val="005736A9"/>
    <w:rsid w:val="00576AB2"/>
    <w:rsid w:val="00594FC6"/>
    <w:rsid w:val="005A60FB"/>
    <w:rsid w:val="005B5ED4"/>
    <w:rsid w:val="005C14CD"/>
    <w:rsid w:val="005C6523"/>
    <w:rsid w:val="005D1AC2"/>
    <w:rsid w:val="0061373D"/>
    <w:rsid w:val="0061781D"/>
    <w:rsid w:val="00626F9F"/>
    <w:rsid w:val="00654FB7"/>
    <w:rsid w:val="00673049"/>
    <w:rsid w:val="00677F3C"/>
    <w:rsid w:val="00695BD8"/>
    <w:rsid w:val="006C657D"/>
    <w:rsid w:val="006D4689"/>
    <w:rsid w:val="006D5E9D"/>
    <w:rsid w:val="006E4128"/>
    <w:rsid w:val="00701822"/>
    <w:rsid w:val="007065DD"/>
    <w:rsid w:val="0071183D"/>
    <w:rsid w:val="00712698"/>
    <w:rsid w:val="00744E3F"/>
    <w:rsid w:val="007865A1"/>
    <w:rsid w:val="00787389"/>
    <w:rsid w:val="00787F34"/>
    <w:rsid w:val="0079620D"/>
    <w:rsid w:val="007A5895"/>
    <w:rsid w:val="007C3F6B"/>
    <w:rsid w:val="007D0D63"/>
    <w:rsid w:val="0080348A"/>
    <w:rsid w:val="008104F7"/>
    <w:rsid w:val="008575D7"/>
    <w:rsid w:val="00863280"/>
    <w:rsid w:val="00871385"/>
    <w:rsid w:val="00890BF4"/>
    <w:rsid w:val="008924D0"/>
    <w:rsid w:val="008953C2"/>
    <w:rsid w:val="00895520"/>
    <w:rsid w:val="008A0A6C"/>
    <w:rsid w:val="008D19EA"/>
    <w:rsid w:val="009276B6"/>
    <w:rsid w:val="00940FDD"/>
    <w:rsid w:val="009553C4"/>
    <w:rsid w:val="00965455"/>
    <w:rsid w:val="00973100"/>
    <w:rsid w:val="00981B3A"/>
    <w:rsid w:val="009C1AFF"/>
    <w:rsid w:val="009D20C2"/>
    <w:rsid w:val="009E1A07"/>
    <w:rsid w:val="00A132C4"/>
    <w:rsid w:val="00A14085"/>
    <w:rsid w:val="00A15FD7"/>
    <w:rsid w:val="00A443F3"/>
    <w:rsid w:val="00A5177D"/>
    <w:rsid w:val="00A94139"/>
    <w:rsid w:val="00AA0181"/>
    <w:rsid w:val="00AA78CA"/>
    <w:rsid w:val="00AB6F65"/>
    <w:rsid w:val="00AC21DD"/>
    <w:rsid w:val="00AC284F"/>
    <w:rsid w:val="00AD3E84"/>
    <w:rsid w:val="00B00C11"/>
    <w:rsid w:val="00B27403"/>
    <w:rsid w:val="00B4401B"/>
    <w:rsid w:val="00B53878"/>
    <w:rsid w:val="00B7749F"/>
    <w:rsid w:val="00B96E2D"/>
    <w:rsid w:val="00BE1F1B"/>
    <w:rsid w:val="00BE680E"/>
    <w:rsid w:val="00BF28ED"/>
    <w:rsid w:val="00BF4056"/>
    <w:rsid w:val="00C223A1"/>
    <w:rsid w:val="00C22C13"/>
    <w:rsid w:val="00C627CC"/>
    <w:rsid w:val="00C822B7"/>
    <w:rsid w:val="00C86CE5"/>
    <w:rsid w:val="00C95A65"/>
    <w:rsid w:val="00CA65C2"/>
    <w:rsid w:val="00D03570"/>
    <w:rsid w:val="00D04078"/>
    <w:rsid w:val="00D2403E"/>
    <w:rsid w:val="00D47581"/>
    <w:rsid w:val="00D556A0"/>
    <w:rsid w:val="00D63FC3"/>
    <w:rsid w:val="00D86C7E"/>
    <w:rsid w:val="00D97AAC"/>
    <w:rsid w:val="00DB0D27"/>
    <w:rsid w:val="00E63C3B"/>
    <w:rsid w:val="00E96687"/>
    <w:rsid w:val="00EA64BE"/>
    <w:rsid w:val="00EC12E0"/>
    <w:rsid w:val="00EC5548"/>
    <w:rsid w:val="00EF09CE"/>
    <w:rsid w:val="00EF2011"/>
    <w:rsid w:val="00EF3E67"/>
    <w:rsid w:val="00EF6EB9"/>
    <w:rsid w:val="00F0547D"/>
    <w:rsid w:val="00F11A20"/>
    <w:rsid w:val="00F130D0"/>
    <w:rsid w:val="00F61386"/>
    <w:rsid w:val="00F621FE"/>
    <w:rsid w:val="00F946CA"/>
    <w:rsid w:val="00FA485D"/>
    <w:rsid w:val="00FB4A26"/>
    <w:rsid w:val="00FC313D"/>
    <w:rsid w:val="00FE2BCA"/>
    <w:rsid w:val="00FF029C"/>
    <w:rsid w:val="00FF0778"/>
    <w:rsid w:val="48EA2D1D"/>
    <w:rsid w:val="7A0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styleId="Rvision">
    <w:name w:val="Revision"/>
    <w:hidden/>
    <w:uiPriority w:val="99"/>
    <w:semiHidden/>
    <w:rsid w:val="00E96687"/>
    <w:rPr>
      <w:sz w:val="22"/>
      <w:szCs w:val="22"/>
      <w:lang w:eastAsia="en-US"/>
    </w:rPr>
  </w:style>
  <w:style w:type="paragraph" w:customStyle="1" w:styleId="name-article">
    <w:name w:val="name-article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C3F6B"/>
    <w:rPr>
      <w:color w:val="0000FF"/>
      <w:u w:val="single"/>
    </w:rPr>
  </w:style>
  <w:style w:type="paragraph" w:customStyle="1" w:styleId="Date1">
    <w:name w:val="Date1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40FDD"/>
    <w:pPr>
      <w:numPr>
        <w:numId w:val="4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9" Type="http://schemas.openxmlformats.org/officeDocument/2006/relationships/control" Target="activeX/activeX14.xml"/><Relationship Id="rId21" Type="http://schemas.openxmlformats.org/officeDocument/2006/relationships/control" Target="activeX/activeX5.xml"/><Relationship Id="rId34" Type="http://schemas.openxmlformats.org/officeDocument/2006/relationships/image" Target="media/image12.wmf"/><Relationship Id="rId42" Type="http://schemas.openxmlformats.org/officeDocument/2006/relationships/image" Target="media/image16.wmf"/><Relationship Id="rId47" Type="http://schemas.openxmlformats.org/officeDocument/2006/relationships/control" Target="activeX/activeX18.xml"/><Relationship Id="rId50" Type="http://schemas.openxmlformats.org/officeDocument/2006/relationships/control" Target="activeX/activeX20.xml"/><Relationship Id="rId55" Type="http://schemas.openxmlformats.org/officeDocument/2006/relationships/control" Target="activeX/activeX23.xml"/><Relationship Id="rId63" Type="http://schemas.openxmlformats.org/officeDocument/2006/relationships/theme" Target="theme/theme1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control" Target="activeX/activeX9.xml"/><Relationship Id="rId41" Type="http://schemas.openxmlformats.org/officeDocument/2006/relationships/control" Target="activeX/activeX15.xml"/><Relationship Id="rId54" Type="http://schemas.openxmlformats.org/officeDocument/2006/relationships/image" Target="media/image21.wmf"/><Relationship Id="rId62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enis.chabert@intradef.gouv.fr" TargetMode="External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control" Target="activeX/activeX13.xml"/><Relationship Id="rId40" Type="http://schemas.openxmlformats.org/officeDocument/2006/relationships/image" Target="media/image15.wmf"/><Relationship Id="rId45" Type="http://schemas.openxmlformats.org/officeDocument/2006/relationships/control" Target="activeX/activeX17.xml"/><Relationship Id="rId53" Type="http://schemas.openxmlformats.org/officeDocument/2006/relationships/control" Target="activeX/activeX22.xml"/><Relationship Id="rId58" Type="http://schemas.openxmlformats.org/officeDocument/2006/relationships/image" Target="media/image23.wmf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control" Target="activeX/activeX6.xml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control" Target="activeX/activeX19.xml"/><Relationship Id="rId57" Type="http://schemas.openxmlformats.org/officeDocument/2006/relationships/control" Target="activeX/activeX24.xml"/><Relationship Id="rId61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control" Target="activeX/activeX4.xml"/><Relationship Id="rId31" Type="http://schemas.openxmlformats.org/officeDocument/2006/relationships/control" Target="activeX/activeX10.xml"/><Relationship Id="rId44" Type="http://schemas.openxmlformats.org/officeDocument/2006/relationships/image" Target="media/image17.wmf"/><Relationship Id="rId52" Type="http://schemas.openxmlformats.org/officeDocument/2006/relationships/image" Target="media/image20.wmf"/><Relationship Id="rId6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image" Target="media/image6.wmf"/><Relationship Id="rId27" Type="http://schemas.openxmlformats.org/officeDocument/2006/relationships/control" Target="activeX/activeX8.xml"/><Relationship Id="rId30" Type="http://schemas.openxmlformats.org/officeDocument/2006/relationships/image" Target="media/image10.wmf"/><Relationship Id="rId35" Type="http://schemas.openxmlformats.org/officeDocument/2006/relationships/control" Target="activeX/activeX12.xml"/><Relationship Id="rId43" Type="http://schemas.openxmlformats.org/officeDocument/2006/relationships/control" Target="activeX/activeX16.xml"/><Relationship Id="rId48" Type="http://schemas.openxmlformats.org/officeDocument/2006/relationships/image" Target="media/image19.wmf"/><Relationship Id="rId56" Type="http://schemas.openxmlformats.org/officeDocument/2006/relationships/image" Target="media/image22.wmf"/><Relationship Id="rId8" Type="http://schemas.openxmlformats.org/officeDocument/2006/relationships/webSettings" Target="webSettings.xml"/><Relationship Id="rId51" Type="http://schemas.openxmlformats.org/officeDocument/2006/relationships/control" Target="activeX/activeX21.xml"/><Relationship Id="rId3" Type="http://schemas.openxmlformats.org/officeDocument/2006/relationships/customXml" Target="../customXml/item3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control" Target="activeX/activeX7.xml"/><Relationship Id="rId33" Type="http://schemas.openxmlformats.org/officeDocument/2006/relationships/control" Target="activeX/activeX11.xml"/><Relationship Id="rId38" Type="http://schemas.openxmlformats.org/officeDocument/2006/relationships/image" Target="media/image14.wmf"/><Relationship Id="rId46" Type="http://schemas.openxmlformats.org/officeDocument/2006/relationships/image" Target="media/image18.wmf"/><Relationship Id="rId59" Type="http://schemas.openxmlformats.org/officeDocument/2006/relationships/control" Target="activeX/activeX2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0B9A-CDE7-4884-BAFE-3E84CCC888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AA6A54-8F17-496F-BE77-DA0A75F4BFF8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12f2f77a-bc19-4145-99a9-a502f90bb13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688F05F-5A90-4971-B8AA-3C26EA17C7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C985AF-083D-4F83-9B1E-A811915DA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24</TotalTime>
  <Pages>7</Pages>
  <Words>1474</Words>
  <Characters>8109</Characters>
  <Application>Microsoft Office Word</Application>
  <DocSecurity>0</DocSecurity>
  <Lines>67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DUCLOS Armelle ATTACHE MINDEF</dc:creator>
  <cp:lastModifiedBy>GORINI Hedi ICD</cp:lastModifiedBy>
  <cp:revision>7</cp:revision>
  <dcterms:created xsi:type="dcterms:W3CDTF">2025-06-11T15:09:00Z</dcterms:created>
  <dcterms:modified xsi:type="dcterms:W3CDTF">2025-06-18T12:01:00Z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